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346" w:rsidRPr="00C406B6" w:rsidRDefault="002A3346" w:rsidP="009C00DF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 w:rsidRPr="00C406B6">
        <w:rPr>
          <w:rFonts w:ascii="Times New Roman" w:hAnsi="Times New Roman"/>
          <w:noProof/>
          <w:sz w:val="28"/>
          <w:szCs w:val="28"/>
          <w:lang w:val="uk-UA"/>
        </w:rPr>
        <w:t>Додаток 7</w:t>
      </w:r>
    </w:p>
    <w:p w:rsidR="002A3346" w:rsidRPr="00C406B6" w:rsidRDefault="002A3346" w:rsidP="009C00DF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 w:rsidRPr="00C406B6">
        <w:rPr>
          <w:rFonts w:ascii="Times New Roman" w:hAnsi="Times New Roman"/>
          <w:noProof/>
          <w:sz w:val="28"/>
          <w:szCs w:val="28"/>
          <w:lang w:val="uk-UA"/>
        </w:rPr>
        <w:t>до прогнозу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районного бюджету</w:t>
      </w:r>
      <w:r w:rsidRPr="00C406B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</w:p>
    <w:p w:rsidR="002A3346" w:rsidRPr="00C406B6" w:rsidRDefault="002A3346" w:rsidP="009C00DF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Володимир-Волинського району</w:t>
      </w:r>
    </w:p>
    <w:p w:rsidR="002A3346" w:rsidRPr="00C406B6" w:rsidRDefault="002A3346" w:rsidP="009C00DF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 w:rsidRPr="00FC0E48">
        <w:rPr>
          <w:rFonts w:ascii="Times New Roman" w:hAnsi="Times New Roman"/>
          <w:noProof/>
          <w:sz w:val="28"/>
          <w:szCs w:val="28"/>
          <w:lang w:val="uk-UA"/>
        </w:rPr>
        <w:t>(абзац третій розділу VI)</w:t>
      </w:r>
    </w:p>
    <w:p w:rsidR="002A3346" w:rsidRPr="00C406B6" w:rsidRDefault="002A3346" w:rsidP="009C00DF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</w:p>
    <w:p w:rsidR="002A3346" w:rsidRPr="00C406B6" w:rsidRDefault="002A3346" w:rsidP="00B27D09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C406B6">
        <w:rPr>
          <w:rFonts w:ascii="Times New Roman" w:hAnsi="Times New Roman"/>
          <w:b/>
          <w:noProof/>
          <w:sz w:val="28"/>
          <w:szCs w:val="28"/>
          <w:lang w:val="uk-UA"/>
        </w:rPr>
        <w:t xml:space="preserve">Граничні показники видатків бюджету </w:t>
      </w:r>
    </w:p>
    <w:p w:rsidR="002A3346" w:rsidRPr="00C406B6" w:rsidRDefault="002A3346" w:rsidP="00B27D09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C406B6">
        <w:rPr>
          <w:rFonts w:ascii="Times New Roman" w:hAnsi="Times New Roman"/>
          <w:b/>
          <w:noProof/>
          <w:sz w:val="28"/>
          <w:szCs w:val="28"/>
          <w:lang w:val="uk-UA"/>
        </w:rPr>
        <w:t>за Типовою програмною класифікацією видатків та кредитування місцевого бюджету</w:t>
      </w:r>
    </w:p>
    <w:p w:rsidR="002A3346" w:rsidRPr="00C406B6" w:rsidRDefault="002A3346" w:rsidP="00B27D09">
      <w:pPr>
        <w:pStyle w:val="Heading3"/>
        <w:spacing w:before="0" w:beforeAutospacing="0" w:after="0" w:afterAutospacing="0"/>
        <w:rPr>
          <w:b w:val="0"/>
          <w:bCs w:val="0"/>
          <w:noProof/>
          <w:sz w:val="28"/>
          <w:szCs w:val="28"/>
        </w:rPr>
      </w:pPr>
      <w:r w:rsidRPr="00C406B6">
        <w:rPr>
          <w:b w:val="0"/>
          <w:bCs w:val="0"/>
          <w:noProof/>
          <w:sz w:val="28"/>
          <w:szCs w:val="28"/>
        </w:rPr>
        <w:t>____</w:t>
      </w:r>
      <w:r>
        <w:rPr>
          <w:b w:val="0"/>
          <w:bCs w:val="0"/>
          <w:noProof/>
          <w:sz w:val="28"/>
          <w:szCs w:val="28"/>
        </w:rPr>
        <w:t>0330120000</w:t>
      </w:r>
      <w:r w:rsidRPr="00C406B6">
        <w:rPr>
          <w:b w:val="0"/>
          <w:bCs w:val="0"/>
          <w:noProof/>
          <w:sz w:val="28"/>
          <w:szCs w:val="28"/>
        </w:rPr>
        <w:t>______________</w:t>
      </w:r>
    </w:p>
    <w:p w:rsidR="002A3346" w:rsidRPr="00C406B6" w:rsidRDefault="002A3346" w:rsidP="00B27D09">
      <w:pPr>
        <w:spacing w:after="0" w:line="240" w:lineRule="auto"/>
        <w:rPr>
          <w:rFonts w:ascii="Times New Roman" w:hAnsi="Times New Roman"/>
          <w:noProof/>
          <w:sz w:val="24"/>
          <w:szCs w:val="28"/>
          <w:lang w:val="uk-UA"/>
        </w:rPr>
      </w:pPr>
      <w:r w:rsidRPr="00C406B6">
        <w:rPr>
          <w:rFonts w:ascii="Times New Roman" w:hAnsi="Times New Roman"/>
          <w:noProof/>
          <w:sz w:val="24"/>
          <w:szCs w:val="28"/>
          <w:lang w:val="uk-UA"/>
        </w:rPr>
        <w:t>(код бюджету)</w:t>
      </w:r>
    </w:p>
    <w:p w:rsidR="002A3346" w:rsidRPr="00C406B6" w:rsidRDefault="002A3346" w:rsidP="009C00DF">
      <w:pPr>
        <w:spacing w:after="0" w:line="240" w:lineRule="auto"/>
        <w:ind w:right="110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C406B6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149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6"/>
        <w:gridCol w:w="7767"/>
        <w:gridCol w:w="1134"/>
        <w:gridCol w:w="1560"/>
        <w:gridCol w:w="1134"/>
        <w:gridCol w:w="1134"/>
        <w:gridCol w:w="1139"/>
      </w:tblGrid>
      <w:tr w:rsidR="002A3346" w:rsidRPr="00C406B6" w:rsidTr="00AB0D2B">
        <w:trPr>
          <w:trHeight w:val="57"/>
          <w:tblHeader/>
        </w:trPr>
        <w:tc>
          <w:tcPr>
            <w:tcW w:w="1106" w:type="dxa"/>
          </w:tcPr>
          <w:p w:rsidR="002A3346" w:rsidRPr="00C406B6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C406B6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Код</w:t>
            </w:r>
          </w:p>
        </w:tc>
        <w:tc>
          <w:tcPr>
            <w:tcW w:w="7767" w:type="dxa"/>
          </w:tcPr>
          <w:p w:rsidR="002A3346" w:rsidRPr="00C406B6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C406B6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1134" w:type="dxa"/>
          </w:tcPr>
          <w:p w:rsidR="002A3346" w:rsidRPr="00C406B6" w:rsidRDefault="002A3346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06B6">
              <w:rPr>
                <w:sz w:val="20"/>
                <w:szCs w:val="20"/>
              </w:rPr>
              <w:t>20___ рік</w:t>
            </w:r>
          </w:p>
          <w:p w:rsidR="002A3346" w:rsidRPr="00C406B6" w:rsidRDefault="002A3346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C406B6">
              <w:rPr>
                <w:sz w:val="20"/>
                <w:szCs w:val="20"/>
              </w:rPr>
              <w:t>(звіт)</w:t>
            </w:r>
          </w:p>
        </w:tc>
        <w:tc>
          <w:tcPr>
            <w:tcW w:w="1560" w:type="dxa"/>
          </w:tcPr>
          <w:p w:rsidR="002A3346" w:rsidRPr="00C406B6" w:rsidRDefault="002A3346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06B6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C406B6">
              <w:rPr>
                <w:sz w:val="20"/>
                <w:szCs w:val="20"/>
              </w:rPr>
              <w:t xml:space="preserve"> рік</w:t>
            </w:r>
          </w:p>
          <w:p w:rsidR="002A3346" w:rsidRPr="00C406B6" w:rsidRDefault="002A3346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06B6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134" w:type="dxa"/>
          </w:tcPr>
          <w:p w:rsidR="002A3346" w:rsidRPr="00C406B6" w:rsidRDefault="002A3346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06B6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406B6">
              <w:rPr>
                <w:sz w:val="20"/>
                <w:szCs w:val="20"/>
              </w:rPr>
              <w:t xml:space="preserve"> рік</w:t>
            </w:r>
          </w:p>
          <w:p w:rsidR="002A3346" w:rsidRPr="00C406B6" w:rsidRDefault="002A3346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06B6">
              <w:rPr>
                <w:sz w:val="20"/>
                <w:szCs w:val="20"/>
              </w:rPr>
              <w:t>(план)</w:t>
            </w:r>
          </w:p>
        </w:tc>
        <w:tc>
          <w:tcPr>
            <w:tcW w:w="1134" w:type="dxa"/>
          </w:tcPr>
          <w:p w:rsidR="002A3346" w:rsidRPr="00C406B6" w:rsidRDefault="002A3346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06B6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406B6">
              <w:rPr>
                <w:sz w:val="20"/>
                <w:szCs w:val="20"/>
              </w:rPr>
              <w:t>рік</w:t>
            </w:r>
          </w:p>
          <w:p w:rsidR="002A3346" w:rsidRPr="00C406B6" w:rsidRDefault="002A3346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06B6">
              <w:rPr>
                <w:sz w:val="20"/>
                <w:szCs w:val="20"/>
              </w:rPr>
              <w:t>(план)</w:t>
            </w:r>
          </w:p>
        </w:tc>
        <w:tc>
          <w:tcPr>
            <w:tcW w:w="1139" w:type="dxa"/>
          </w:tcPr>
          <w:p w:rsidR="002A3346" w:rsidRPr="00C406B6" w:rsidRDefault="002A3346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06B6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406B6">
              <w:rPr>
                <w:sz w:val="20"/>
                <w:szCs w:val="20"/>
              </w:rPr>
              <w:t xml:space="preserve"> рік</w:t>
            </w:r>
          </w:p>
          <w:p w:rsidR="002A3346" w:rsidRPr="00C406B6" w:rsidRDefault="002A3346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06B6">
              <w:rPr>
                <w:sz w:val="20"/>
                <w:szCs w:val="20"/>
              </w:rPr>
              <w:t>(план)</w:t>
            </w:r>
          </w:p>
        </w:tc>
      </w:tr>
      <w:tr w:rsidR="002A3346" w:rsidRPr="00C406B6" w:rsidTr="00AB0D2B">
        <w:trPr>
          <w:trHeight w:val="315"/>
          <w:tblHeader/>
        </w:trPr>
        <w:tc>
          <w:tcPr>
            <w:tcW w:w="1106" w:type="dxa"/>
          </w:tcPr>
          <w:p w:rsidR="002A3346" w:rsidRPr="00C406B6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C406B6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1</w:t>
            </w:r>
          </w:p>
        </w:tc>
        <w:tc>
          <w:tcPr>
            <w:tcW w:w="7767" w:type="dxa"/>
          </w:tcPr>
          <w:p w:rsidR="002A3346" w:rsidRPr="00C406B6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C406B6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2</w:t>
            </w:r>
          </w:p>
        </w:tc>
        <w:tc>
          <w:tcPr>
            <w:tcW w:w="1134" w:type="dxa"/>
          </w:tcPr>
          <w:p w:rsidR="002A3346" w:rsidRPr="00C406B6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C406B6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3</w:t>
            </w:r>
          </w:p>
        </w:tc>
        <w:tc>
          <w:tcPr>
            <w:tcW w:w="1560" w:type="dxa"/>
          </w:tcPr>
          <w:p w:rsidR="002A3346" w:rsidRPr="00C406B6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C406B6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4</w:t>
            </w:r>
          </w:p>
        </w:tc>
        <w:tc>
          <w:tcPr>
            <w:tcW w:w="1134" w:type="dxa"/>
          </w:tcPr>
          <w:p w:rsidR="002A3346" w:rsidRPr="00C406B6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C406B6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2A3346" w:rsidRPr="00C406B6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C406B6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6</w:t>
            </w:r>
          </w:p>
        </w:tc>
        <w:tc>
          <w:tcPr>
            <w:tcW w:w="1139" w:type="dxa"/>
          </w:tcPr>
          <w:p w:rsidR="002A3346" w:rsidRPr="00C406B6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C406B6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7</w:t>
            </w: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0100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Державне управління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2308100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70000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70000</w:t>
            </w:r>
          </w:p>
        </w:tc>
        <w:tc>
          <w:tcPr>
            <w:tcW w:w="1139" w:type="dxa"/>
            <w:vAlign w:val="center"/>
          </w:tcPr>
          <w:p w:rsidR="002A3346" w:rsidRPr="00E7409B" w:rsidRDefault="002A3346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70000</w:t>
            </w: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2308100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70000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70000</w:t>
            </w:r>
          </w:p>
        </w:tc>
        <w:tc>
          <w:tcPr>
            <w:tcW w:w="1139" w:type="dxa"/>
            <w:vAlign w:val="center"/>
          </w:tcPr>
          <w:p w:rsidR="002A3346" w:rsidRPr="00E7409B" w:rsidRDefault="002A3346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70000</w:t>
            </w: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noWrap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1000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Освіта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380245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142BC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380245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noWrap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2000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Охорона здоров’я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noWrap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3000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Соціальний захист та соціальне забезпечення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899197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224800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236700</w:t>
            </w: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248600</w:t>
            </w: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left="28" w:right="25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899197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224800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236700</w:t>
            </w: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248600</w:t>
            </w: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noWrap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left="28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4000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Культура і мистецтво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10000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10000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10000</w:t>
            </w: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10000</w:t>
            </w: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10000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10000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10000</w:t>
            </w: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10000</w:t>
            </w: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noWrap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5000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Фізична культура і спорт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noWrap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6000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Житлово-комунальне господарство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noWrap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7000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Економічна діяльність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noWrap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8000</w:t>
            </w:r>
            <w:r>
              <w:rPr>
                <w:rStyle w:val="FootnoteReference"/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footnoteReference w:id="1"/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Інша діяльність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42000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42000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noWrap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9000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Міжбюджетні трансферти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, у тому числі: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809108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9C00DF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color w:val="FF0000"/>
                <w:sz w:val="28"/>
                <w:szCs w:val="28"/>
                <w:lang w:val="uk-UA" w:eastAsia="uk-UA"/>
              </w:rPr>
              <w:t>у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 xml:space="preserve"> тому числі: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809108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9110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реверсна дотація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noWrap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noWrap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УСЬОГО</w:t>
            </w: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, </w:t>
            </w: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65338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4448650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519800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586700</w:t>
            </w:r>
          </w:p>
        </w:tc>
        <w:tc>
          <w:tcPr>
            <w:tcW w:w="1139" w:type="dxa"/>
            <w:vAlign w:val="center"/>
          </w:tcPr>
          <w:p w:rsidR="002A3346" w:rsidRPr="00E7409B" w:rsidRDefault="002A3346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586700</w:t>
            </w: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noWrap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65338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4448650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519800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586700</w:t>
            </w:r>
          </w:p>
        </w:tc>
        <w:tc>
          <w:tcPr>
            <w:tcW w:w="1139" w:type="dxa"/>
            <w:vAlign w:val="center"/>
          </w:tcPr>
          <w:p w:rsidR="002A3346" w:rsidRPr="00E7409B" w:rsidRDefault="002A3346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586700</w:t>
            </w:r>
          </w:p>
        </w:tc>
      </w:tr>
      <w:tr w:rsidR="002A3346" w:rsidRPr="00E7409B" w:rsidTr="00AB0D2B">
        <w:trPr>
          <w:trHeight w:val="315"/>
        </w:trPr>
        <w:tc>
          <w:tcPr>
            <w:tcW w:w="1106" w:type="dxa"/>
            <w:noWrap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Х</w:t>
            </w:r>
          </w:p>
        </w:tc>
        <w:tc>
          <w:tcPr>
            <w:tcW w:w="7767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2A3346" w:rsidRPr="00E7409B" w:rsidRDefault="002A3346" w:rsidP="0065338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2A3346" w:rsidRPr="00E7409B" w:rsidRDefault="002A334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</w:tbl>
    <w:p w:rsidR="002A3346" w:rsidRPr="00E7409B" w:rsidRDefault="002A3346" w:rsidP="009C00DF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sectPr w:rsidR="002A3346" w:rsidRPr="00E7409B" w:rsidSect="00F91AAF">
      <w:headerReference w:type="default" r:id="rId6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346" w:rsidRDefault="002A3346" w:rsidP="00CC65C7">
      <w:pPr>
        <w:spacing w:after="0" w:line="240" w:lineRule="auto"/>
      </w:pPr>
      <w:r>
        <w:separator/>
      </w:r>
    </w:p>
  </w:endnote>
  <w:endnote w:type="continuationSeparator" w:id="0">
    <w:p w:rsidR="002A3346" w:rsidRDefault="002A3346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346" w:rsidRDefault="002A3346" w:rsidP="00CC65C7">
      <w:pPr>
        <w:spacing w:after="0" w:line="240" w:lineRule="auto"/>
      </w:pPr>
      <w:r>
        <w:separator/>
      </w:r>
    </w:p>
  </w:footnote>
  <w:footnote w:type="continuationSeparator" w:id="0">
    <w:p w:rsidR="002A3346" w:rsidRDefault="002A3346" w:rsidP="00CC65C7">
      <w:pPr>
        <w:spacing w:after="0" w:line="240" w:lineRule="auto"/>
      </w:pPr>
      <w:r>
        <w:continuationSeparator/>
      </w:r>
    </w:p>
  </w:footnote>
  <w:footnote w:id="1">
    <w:p w:rsidR="002A3346" w:rsidRDefault="002A3346" w:rsidP="00B27D09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Style w:val="FootnoteReference"/>
        </w:rPr>
        <w:footnoteRef/>
      </w:r>
      <w:r>
        <w:t xml:space="preserve"> </w:t>
      </w:r>
      <w:r w:rsidRPr="00C406B6">
        <w:rPr>
          <w:rFonts w:ascii="Times New Roman" w:hAnsi="Times New Roman"/>
          <w:noProof/>
          <w:sz w:val="28"/>
          <w:szCs w:val="28"/>
          <w:lang w:val="uk-UA"/>
        </w:rPr>
        <w:t>Бе</w:t>
      </w:r>
      <w:r w:rsidRPr="007E7AC6">
        <w:rPr>
          <w:rFonts w:ascii="Times New Roman" w:hAnsi="Times New Roman"/>
          <w:noProof/>
          <w:sz w:val="28"/>
          <w:szCs w:val="28"/>
          <w:lang w:val="uk-UA"/>
        </w:rPr>
        <w:t xml:space="preserve">з урахування розділу «Кредитування» (код Типової програмної класифікації видатків та кредитування </w:t>
      </w:r>
      <w:r w:rsidRPr="00B61118">
        <w:rPr>
          <w:rFonts w:ascii="Times New Roman" w:hAnsi="Times New Roman"/>
          <w:noProof/>
          <w:sz w:val="28"/>
          <w:szCs w:val="28"/>
          <w:lang w:val="uk-UA"/>
        </w:rPr>
        <w:t>8800)</w:t>
      </w:r>
      <w:r w:rsidRPr="009C00DF">
        <w:rPr>
          <w:rFonts w:ascii="Times New Roman" w:hAnsi="Times New Roman"/>
          <w:noProof/>
          <w:color w:val="FF0000"/>
          <w:sz w:val="28"/>
          <w:szCs w:val="28"/>
          <w:lang w:val="uk-UA"/>
        </w:rPr>
        <w:t>.</w:t>
      </w:r>
      <w:bookmarkStart w:id="0" w:name="_GoBack"/>
      <w:bookmarkEnd w:id="0"/>
    </w:p>
    <w:p w:rsidR="002A3346" w:rsidRDefault="002A3346" w:rsidP="00B27D09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2A3346" w:rsidRDefault="002A3346" w:rsidP="00B27D09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2A3346" w:rsidRDefault="002A3346" w:rsidP="00B27D09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2A3346" w:rsidRDefault="002A3346" w:rsidP="00B27D09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2A3346" w:rsidRDefault="002A3346" w:rsidP="00B27D09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2A3346" w:rsidRDefault="002A3346" w:rsidP="00B6111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</w:t>
      </w:r>
    </w:p>
    <w:p w:rsidR="002A3346" w:rsidRDefault="002A3346" w:rsidP="00B61118">
      <w:pPr>
        <w:jc w:val="center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346" w:rsidRPr="00CC65C7" w:rsidRDefault="002A3346" w:rsidP="00CC65C7">
    <w:pPr>
      <w:pStyle w:val="Header"/>
      <w:jc w:val="right"/>
      <w:rPr>
        <w:rFonts w:ascii="Times New Roman" w:hAnsi="Times New Roman"/>
        <w:sz w:val="24"/>
        <w:szCs w:val="24"/>
      </w:rPr>
    </w:pPr>
    <w:r>
      <w:t xml:space="preserve">                                                                                                                                   </w:t>
    </w:r>
    <w:r w:rsidRPr="00CC65C7">
      <w:rPr>
        <w:rFonts w:ascii="Times New Roman" w:hAnsi="Times New Roman"/>
        <w:sz w:val="24"/>
        <w:szCs w:val="24"/>
      </w:rPr>
      <w:fldChar w:fldCharType="begin"/>
    </w:r>
    <w:r w:rsidRPr="00CC65C7">
      <w:rPr>
        <w:rFonts w:ascii="Times New Roman" w:hAnsi="Times New Roman"/>
        <w:sz w:val="24"/>
        <w:szCs w:val="24"/>
      </w:rPr>
      <w:instrText>PAGE   \* MERGEFORMAT</w:instrText>
    </w:r>
    <w:r w:rsidRPr="00CC65C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CC65C7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</w:t>
    </w:r>
    <w:r w:rsidRPr="00CC65C7">
      <w:rPr>
        <w:rFonts w:ascii="Times New Roman" w:hAnsi="Times New Roman"/>
        <w:sz w:val="24"/>
        <w:szCs w:val="24"/>
      </w:rPr>
      <w:t xml:space="preserve">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</w:t>
    </w:r>
    <w:r w:rsidRPr="00CC65C7">
      <w:rPr>
        <w:rFonts w:ascii="Times New Roman" w:hAnsi="Times New Roman"/>
        <w:sz w:val="24"/>
        <w:szCs w:val="24"/>
      </w:rPr>
      <w:t xml:space="preserve">          </w:t>
    </w:r>
    <w:r>
      <w:rPr>
        <w:rFonts w:ascii="Times New Roman" w:hAnsi="Times New Roman"/>
        <w:color w:val="FF0000"/>
        <w:sz w:val="24"/>
        <w:szCs w:val="24"/>
      </w:rPr>
      <w:t>П</w:t>
    </w:r>
    <w:r w:rsidRPr="00CC65C7">
      <w:rPr>
        <w:rFonts w:ascii="Times New Roman" w:hAnsi="Times New Roman"/>
        <w:sz w:val="24"/>
        <w:szCs w:val="24"/>
      </w:rPr>
      <w:t>родовження додат</w:t>
    </w:r>
    <w:r>
      <w:rPr>
        <w:rFonts w:ascii="Times New Roman" w:hAnsi="Times New Roman"/>
        <w:sz w:val="24"/>
        <w:szCs w:val="24"/>
      </w:rPr>
      <w:t>ка 7</w:t>
    </w:r>
  </w:p>
  <w:p w:rsidR="002A3346" w:rsidRDefault="002A334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5C7"/>
    <w:rsid w:val="00035CE8"/>
    <w:rsid w:val="000C0B3E"/>
    <w:rsid w:val="00142BCE"/>
    <w:rsid w:val="00246F10"/>
    <w:rsid w:val="00255379"/>
    <w:rsid w:val="002A3346"/>
    <w:rsid w:val="002D4DED"/>
    <w:rsid w:val="002E6FC3"/>
    <w:rsid w:val="003044CE"/>
    <w:rsid w:val="00365CA6"/>
    <w:rsid w:val="003D524A"/>
    <w:rsid w:val="004A4BC7"/>
    <w:rsid w:val="006149CF"/>
    <w:rsid w:val="00634C74"/>
    <w:rsid w:val="00653387"/>
    <w:rsid w:val="00686779"/>
    <w:rsid w:val="006D4F9C"/>
    <w:rsid w:val="006F2B31"/>
    <w:rsid w:val="007C3AEC"/>
    <w:rsid w:val="007D7200"/>
    <w:rsid w:val="007E7AC6"/>
    <w:rsid w:val="0083603E"/>
    <w:rsid w:val="008569C9"/>
    <w:rsid w:val="008812FA"/>
    <w:rsid w:val="008A246B"/>
    <w:rsid w:val="009C00DF"/>
    <w:rsid w:val="00AB0D2B"/>
    <w:rsid w:val="00AD0F5D"/>
    <w:rsid w:val="00B27D09"/>
    <w:rsid w:val="00B61118"/>
    <w:rsid w:val="00C24AED"/>
    <w:rsid w:val="00C406B6"/>
    <w:rsid w:val="00C6239C"/>
    <w:rsid w:val="00C76CE0"/>
    <w:rsid w:val="00CC65C7"/>
    <w:rsid w:val="00D31A35"/>
    <w:rsid w:val="00D54C1B"/>
    <w:rsid w:val="00DC5D93"/>
    <w:rsid w:val="00DE124C"/>
    <w:rsid w:val="00E7409B"/>
    <w:rsid w:val="00F31E13"/>
    <w:rsid w:val="00F748C6"/>
    <w:rsid w:val="00F91AAF"/>
    <w:rsid w:val="00FB59A4"/>
    <w:rsid w:val="00FC0E48"/>
    <w:rsid w:val="00FE1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9A4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link w:val="Heading3Char"/>
    <w:uiPriority w:val="99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B59A4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Header">
    <w:name w:val="header"/>
    <w:basedOn w:val="Normal"/>
    <w:link w:val="Head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6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C65C7"/>
    <w:rPr>
      <w:rFonts w:cs="Times New Roman"/>
    </w:rPr>
  </w:style>
  <w:style w:type="paragraph" w:styleId="NormalWeb">
    <w:name w:val="Normal (Web)"/>
    <w:aliases w:val="Обычный (Web)"/>
    <w:basedOn w:val="Normal"/>
    <w:uiPriority w:val="99"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FootnoteText">
    <w:name w:val="footnote text"/>
    <w:basedOn w:val="Normal"/>
    <w:link w:val="FootnoteTextChar"/>
    <w:uiPriority w:val="99"/>
    <w:semiHidden/>
    <w:rsid w:val="00B27D0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27D09"/>
    <w:rPr>
      <w:rFonts w:ascii="Calibri" w:hAnsi="Calibri" w:cs="Times New Roman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rsid w:val="00B27D0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26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</Pages>
  <Words>253</Words>
  <Characters>1448</Characters>
  <Application>Microsoft Office Outlook</Application>
  <DocSecurity>0</DocSecurity>
  <Lines>0</Lines>
  <Paragraphs>0</Paragraphs>
  <ScaleCrop>false</ScaleCrop>
  <Company>Ministry of Finance of Ukraine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7</dc:title>
  <dc:subject/>
  <dc:creator>Degterova</dc:creator>
  <cp:keywords/>
  <dc:description/>
  <cp:lastModifiedBy>Боруцька</cp:lastModifiedBy>
  <cp:revision>6</cp:revision>
  <dcterms:created xsi:type="dcterms:W3CDTF">2021-08-11T09:38:00Z</dcterms:created>
  <dcterms:modified xsi:type="dcterms:W3CDTF">2021-08-12T09:47:00Z</dcterms:modified>
</cp:coreProperties>
</file>